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4DFC88C8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C067E1">
        <w:rPr>
          <w:rFonts w:ascii="Corbel" w:hAnsi="Corbel"/>
          <w:i/>
          <w:smallCaps/>
          <w:sz w:val="24"/>
          <w:szCs w:val="24"/>
        </w:rPr>
        <w:t>2022-2024</w:t>
      </w:r>
    </w:p>
    <w:p w14:paraId="25E3684E" w14:textId="2EF44410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067E1">
        <w:rPr>
          <w:rFonts w:ascii="Corbel" w:hAnsi="Corbel"/>
          <w:sz w:val="20"/>
          <w:szCs w:val="20"/>
        </w:rPr>
        <w:t>3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C067E1">
        <w:rPr>
          <w:rFonts w:ascii="Corbel" w:hAnsi="Corbel"/>
          <w:sz w:val="20"/>
          <w:szCs w:val="20"/>
        </w:rPr>
        <w:t>4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10989CCB" w:rsidR="0085747A" w:rsidRPr="009C54AE" w:rsidRDefault="0079525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49C3DF9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952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36B0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3ABB3F5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A605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19125230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34EFB3E4" w:rsidR="00015B8F" w:rsidRPr="009C54AE" w:rsidRDefault="007952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309BC705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5424B486" w:rsidR="009C54AE" w:rsidRDefault="002A38C9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27EB2D78" w:rsidR="00E960BB" w:rsidRPr="009026B1" w:rsidRDefault="002A38C9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2391D802" w:rsidR="00215038" w:rsidRPr="009C54AE" w:rsidRDefault="002A38C9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651D6311" w:rsidR="00C8239E" w:rsidRPr="009C54AE" w:rsidRDefault="002A38C9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C8239E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  <w:p w14:paraId="7302C5A3" w14:textId="3179747F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1B770B3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38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0678DB79" w:rsidR="009026B1" w:rsidRPr="009C54AE" w:rsidRDefault="0079525E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3F05AB07" w:rsidR="009026B1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9525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1751E946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537A1029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Wyd. 6.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F.P.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5FBE" w14:textId="77777777" w:rsidR="00917155" w:rsidRDefault="00917155" w:rsidP="00C16ABF">
      <w:pPr>
        <w:spacing w:after="0" w:line="240" w:lineRule="auto"/>
      </w:pPr>
      <w:r>
        <w:separator/>
      </w:r>
    </w:p>
  </w:endnote>
  <w:endnote w:type="continuationSeparator" w:id="0">
    <w:p w14:paraId="002D0A7F" w14:textId="77777777" w:rsidR="00917155" w:rsidRDefault="009171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FA8F3" w14:textId="77777777" w:rsidR="00917155" w:rsidRDefault="00917155" w:rsidP="00C16ABF">
      <w:pPr>
        <w:spacing w:after="0" w:line="240" w:lineRule="auto"/>
      </w:pPr>
      <w:r>
        <w:separator/>
      </w:r>
    </w:p>
  </w:footnote>
  <w:footnote w:type="continuationSeparator" w:id="0">
    <w:p w14:paraId="40C29A9C" w14:textId="77777777" w:rsidR="00917155" w:rsidRDefault="00917155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EE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C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B0B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C12"/>
    <w:rsid w:val="00763BF1"/>
    <w:rsid w:val="00766FD4"/>
    <w:rsid w:val="0078168C"/>
    <w:rsid w:val="00784DDA"/>
    <w:rsid w:val="00787C2A"/>
    <w:rsid w:val="00790E27"/>
    <w:rsid w:val="0079525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7A1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1715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649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F2C41"/>
    <w:rsid w:val="00C058B4"/>
    <w:rsid w:val="00C05F44"/>
    <w:rsid w:val="00C067E1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09D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05C"/>
    <w:rsid w:val="00FB7DBA"/>
    <w:rsid w:val="00FC1C25"/>
    <w:rsid w:val="00FC3F45"/>
    <w:rsid w:val="00FC7C3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05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05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BF0C60-7651-4CAB-9B02-E83F337DA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CB6C9-96FF-4D83-A4C7-2DE072BD73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2022-09-22T18:03:00Z</dcterms:created>
  <dcterms:modified xsi:type="dcterms:W3CDTF">2022-09-22T18:03:00Z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